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32CB5-A39F-41A0-AE37-19782C265FEE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